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E42" w:rsidRPr="00390D87" w:rsidRDefault="006A3E42" w:rsidP="004C4C6E">
      <w:pPr>
        <w:tabs>
          <w:tab w:val="left" w:pos="4500"/>
        </w:tabs>
        <w:ind w:left="-284" w:firstLine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</w:t>
      </w:r>
      <w:r w:rsidRPr="00390D87">
        <w:rPr>
          <w:rFonts w:ascii="Times New Roman" w:hAnsi="Times New Roman"/>
          <w:b/>
          <w:sz w:val="24"/>
          <w:szCs w:val="24"/>
        </w:rPr>
        <w:t xml:space="preserve">Дневник для </w:t>
      </w:r>
      <w:r>
        <w:rPr>
          <w:rFonts w:ascii="Times New Roman" w:hAnsi="Times New Roman"/>
          <w:b/>
          <w:sz w:val="24"/>
          <w:szCs w:val="24"/>
        </w:rPr>
        <w:t>4 «а» класса  МКОУ «Ашагастальская СОШ</w:t>
      </w:r>
      <w:bookmarkStart w:id="0" w:name="_GoBack"/>
      <w:bookmarkEnd w:id="0"/>
      <w:r w:rsidRPr="00390D87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10315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2"/>
        <w:gridCol w:w="1752"/>
        <w:gridCol w:w="2952"/>
        <w:gridCol w:w="3242"/>
        <w:gridCol w:w="1837"/>
      </w:tblGrid>
      <w:tr w:rsidR="006A3E42" w:rsidRPr="007E019D" w:rsidTr="004C4C6E">
        <w:trPr>
          <w:trHeight w:val="414"/>
        </w:trPr>
        <w:tc>
          <w:tcPr>
            <w:tcW w:w="532" w:type="dxa"/>
            <w:shd w:val="clear" w:color="auto" w:fill="DBE5F1"/>
          </w:tcPr>
          <w:p w:rsidR="006A3E42" w:rsidRPr="007E019D" w:rsidRDefault="006A3E42" w:rsidP="007E019D">
            <w:pPr>
              <w:spacing w:after="0" w:line="240" w:lineRule="auto"/>
            </w:pPr>
          </w:p>
        </w:tc>
        <w:tc>
          <w:tcPr>
            <w:tcW w:w="9783" w:type="dxa"/>
            <w:gridSpan w:val="4"/>
            <w:shd w:val="clear" w:color="auto" w:fill="DBE5F1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019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Понедельник   13</w:t>
            </w:r>
            <w:r w:rsidRPr="007E019D">
              <w:rPr>
                <w:rFonts w:ascii="Times New Roman" w:hAnsi="Times New Roman"/>
                <w:b/>
                <w:sz w:val="24"/>
                <w:szCs w:val="24"/>
              </w:rPr>
              <w:t>.04.2020</w:t>
            </w:r>
          </w:p>
        </w:tc>
      </w:tr>
      <w:tr w:rsidR="006A3E42" w:rsidRPr="007E019D" w:rsidTr="004C4C6E">
        <w:trPr>
          <w:trHeight w:val="586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</w:p>
        </w:tc>
        <w:tc>
          <w:tcPr>
            <w:tcW w:w="17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019D">
              <w:rPr>
                <w:rFonts w:ascii="Times New Roman" w:hAnsi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019D">
              <w:rPr>
                <w:rFonts w:ascii="Times New Roman" w:hAnsi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324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019D">
              <w:rPr>
                <w:rFonts w:ascii="Times New Roman" w:hAnsi="Times New Roman"/>
                <w:b/>
                <w:sz w:val="24"/>
                <w:szCs w:val="24"/>
              </w:rPr>
              <w:t>Какой используется портал</w:t>
            </w:r>
          </w:p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019D">
              <w:rPr>
                <w:rFonts w:ascii="Times New Roman" w:hAnsi="Times New Roman"/>
                <w:b/>
                <w:sz w:val="24"/>
                <w:szCs w:val="24"/>
              </w:rPr>
              <w:t>(РЭШ,Учи.ру, Якласс…)</w:t>
            </w:r>
          </w:p>
        </w:tc>
        <w:tc>
          <w:tcPr>
            <w:tcW w:w="1837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019D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6A3E42" w:rsidRPr="007E019D" w:rsidTr="004C4C6E">
        <w:trPr>
          <w:trHeight w:val="605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1</w:t>
            </w:r>
          </w:p>
        </w:tc>
        <w:tc>
          <w:tcPr>
            <w:tcW w:w="1752" w:type="dxa"/>
          </w:tcPr>
          <w:p w:rsidR="006A3E42" w:rsidRPr="004C4C6E" w:rsidRDefault="006A3E42" w:rsidP="007E01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Упражнения в спряжении глаголов. </w:t>
            </w:r>
          </w:p>
        </w:tc>
        <w:tc>
          <w:tcPr>
            <w:tcW w:w="3242" w:type="dxa"/>
          </w:tcPr>
          <w:p w:rsidR="006A3E42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  <w:p w:rsidR="006A3E42" w:rsidRPr="006919D9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Учи.ру</w:t>
            </w:r>
          </w:p>
        </w:tc>
        <w:tc>
          <w:tcPr>
            <w:tcW w:w="1837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с Учи.ру</w:t>
            </w:r>
          </w:p>
        </w:tc>
      </w:tr>
      <w:tr w:rsidR="006A3E42" w:rsidRPr="007E019D" w:rsidTr="004C4C6E">
        <w:trPr>
          <w:trHeight w:val="118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2</w:t>
            </w:r>
          </w:p>
        </w:tc>
        <w:tc>
          <w:tcPr>
            <w:tcW w:w="1752" w:type="dxa"/>
          </w:tcPr>
          <w:p w:rsidR="006A3E42" w:rsidRPr="004C4C6E" w:rsidRDefault="006A3E42" w:rsidP="007E01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2952" w:type="dxa"/>
          </w:tcPr>
          <w:p w:rsidR="006A3E42" w:rsidRPr="000578DF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Деление многозначного числа на двузначное.</w:t>
            </w:r>
          </w:p>
        </w:tc>
        <w:tc>
          <w:tcPr>
            <w:tcW w:w="3242" w:type="dxa"/>
          </w:tcPr>
          <w:p w:rsidR="006A3E42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  <w:p w:rsidR="006A3E42" w:rsidRPr="006919D9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Учи.ру</w:t>
            </w:r>
          </w:p>
        </w:tc>
        <w:tc>
          <w:tcPr>
            <w:tcW w:w="1837" w:type="dxa"/>
          </w:tcPr>
          <w:p w:rsidR="006A3E42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232-237</w:t>
            </w:r>
          </w:p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ВПР.</w:t>
            </w:r>
          </w:p>
        </w:tc>
      </w:tr>
      <w:tr w:rsidR="006A3E42" w:rsidRPr="007E019D" w:rsidTr="004C4C6E">
        <w:trPr>
          <w:trHeight w:val="118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3</w:t>
            </w:r>
          </w:p>
        </w:tc>
        <w:tc>
          <w:tcPr>
            <w:tcW w:w="1752" w:type="dxa"/>
          </w:tcPr>
          <w:p w:rsidR="006A3E42" w:rsidRPr="004C4C6E" w:rsidRDefault="006A3E42" w:rsidP="007E01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Технология </w:t>
            </w: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«Вышивка лентами»</w:t>
            </w:r>
          </w:p>
        </w:tc>
        <w:tc>
          <w:tcPr>
            <w:tcW w:w="324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37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Докончить работу</w:t>
            </w:r>
          </w:p>
        </w:tc>
      </w:tr>
      <w:tr w:rsidR="006A3E42" w:rsidRPr="007E019D" w:rsidTr="004C4C6E">
        <w:trPr>
          <w:trHeight w:val="118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4</w:t>
            </w:r>
          </w:p>
        </w:tc>
        <w:tc>
          <w:tcPr>
            <w:tcW w:w="1752" w:type="dxa"/>
          </w:tcPr>
          <w:p w:rsidR="006A3E42" w:rsidRPr="004C4C6E" w:rsidRDefault="006A3E42" w:rsidP="007E019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«Погода в разных городах»</w:t>
            </w:r>
          </w:p>
        </w:tc>
        <w:tc>
          <w:tcPr>
            <w:tcW w:w="324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37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 , выучить слова. Упр №3 , стр 61.</w:t>
            </w:r>
          </w:p>
        </w:tc>
      </w:tr>
      <w:tr w:rsidR="006A3E42" w:rsidRPr="007E019D" w:rsidTr="004C4C6E">
        <w:trPr>
          <w:trHeight w:val="101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5</w:t>
            </w:r>
          </w:p>
        </w:tc>
        <w:tc>
          <w:tcPr>
            <w:tcW w:w="1752" w:type="dxa"/>
          </w:tcPr>
          <w:p w:rsidR="006A3E42" w:rsidRPr="004C4C6E" w:rsidRDefault="006A3E42" w:rsidP="007E01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E42" w:rsidRPr="007E019D" w:rsidTr="004C4C6E">
        <w:trPr>
          <w:trHeight w:val="101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6</w:t>
            </w:r>
          </w:p>
        </w:tc>
        <w:tc>
          <w:tcPr>
            <w:tcW w:w="17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E42" w:rsidRPr="007E019D" w:rsidTr="004C4C6E">
        <w:trPr>
          <w:trHeight w:val="151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7</w:t>
            </w:r>
          </w:p>
        </w:tc>
        <w:tc>
          <w:tcPr>
            <w:tcW w:w="17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E42" w:rsidRPr="007E019D" w:rsidTr="004C4C6E">
        <w:trPr>
          <w:trHeight w:val="417"/>
        </w:trPr>
        <w:tc>
          <w:tcPr>
            <w:tcW w:w="532" w:type="dxa"/>
            <w:shd w:val="clear" w:color="auto" w:fill="DBE5F1"/>
          </w:tcPr>
          <w:p w:rsidR="006A3E42" w:rsidRPr="007E019D" w:rsidRDefault="006A3E42" w:rsidP="007E019D">
            <w:pPr>
              <w:spacing w:after="0" w:line="240" w:lineRule="auto"/>
            </w:pPr>
          </w:p>
        </w:tc>
        <w:tc>
          <w:tcPr>
            <w:tcW w:w="7946" w:type="dxa"/>
            <w:gridSpan w:val="3"/>
            <w:shd w:val="clear" w:color="auto" w:fill="DBE5F1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019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Вторник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14</w:t>
            </w:r>
            <w:r w:rsidRPr="007E019D">
              <w:rPr>
                <w:rFonts w:ascii="Times New Roman" w:hAnsi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1837" w:type="dxa"/>
            <w:shd w:val="clear" w:color="auto" w:fill="DBE5F1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E42" w:rsidRPr="007E019D" w:rsidTr="004C4C6E">
        <w:trPr>
          <w:trHeight w:val="125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1</w:t>
            </w:r>
          </w:p>
        </w:tc>
        <w:tc>
          <w:tcPr>
            <w:tcW w:w="1752" w:type="dxa"/>
          </w:tcPr>
          <w:p w:rsidR="006A3E42" w:rsidRPr="004C4C6E" w:rsidRDefault="006A3E42" w:rsidP="007E01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Родной язык</w:t>
            </w: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Глагол. Спряжение глаголов.</w:t>
            </w:r>
          </w:p>
        </w:tc>
        <w:tc>
          <w:tcPr>
            <w:tcW w:w="324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37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Упр.№ 376-380.</w:t>
            </w:r>
          </w:p>
        </w:tc>
      </w:tr>
      <w:tr w:rsidR="006A3E42" w:rsidRPr="007E019D" w:rsidTr="004C4C6E">
        <w:trPr>
          <w:trHeight w:val="527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2</w:t>
            </w:r>
          </w:p>
        </w:tc>
        <w:tc>
          <w:tcPr>
            <w:tcW w:w="17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Закрепление. Решение примеров и задач.</w:t>
            </w:r>
          </w:p>
        </w:tc>
        <w:tc>
          <w:tcPr>
            <w:tcW w:w="3242" w:type="dxa"/>
          </w:tcPr>
          <w:p w:rsidR="006A3E42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  <w:p w:rsidR="006A3E42" w:rsidRPr="006919D9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Учи.ру</w:t>
            </w:r>
          </w:p>
        </w:tc>
        <w:tc>
          <w:tcPr>
            <w:tcW w:w="1837" w:type="dxa"/>
          </w:tcPr>
          <w:p w:rsidR="006A3E42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238-246</w:t>
            </w:r>
          </w:p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с Учи.ру.</w:t>
            </w:r>
          </w:p>
        </w:tc>
      </w:tr>
      <w:tr w:rsidR="006A3E42" w:rsidRPr="007E019D" w:rsidTr="004C4C6E">
        <w:trPr>
          <w:trHeight w:val="109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3</w:t>
            </w:r>
          </w:p>
        </w:tc>
        <w:tc>
          <w:tcPr>
            <w:tcW w:w="1752" w:type="dxa"/>
          </w:tcPr>
          <w:p w:rsidR="006A3E42" w:rsidRPr="004C4C6E" w:rsidRDefault="006A3E42" w:rsidP="005F4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Литературное чтение</w:t>
            </w:r>
          </w:p>
        </w:tc>
        <w:tc>
          <w:tcPr>
            <w:tcW w:w="2952" w:type="dxa"/>
          </w:tcPr>
          <w:p w:rsidR="006A3E42" w:rsidRPr="007E019D" w:rsidRDefault="006A3E42" w:rsidP="005F4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 М. Рубцов «Сентябрь».</w:t>
            </w:r>
          </w:p>
        </w:tc>
        <w:tc>
          <w:tcPr>
            <w:tcW w:w="3242" w:type="dxa"/>
          </w:tcPr>
          <w:p w:rsidR="006A3E42" w:rsidRDefault="006A3E42" w:rsidP="005F4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  <w:p w:rsidR="006A3E42" w:rsidRPr="006919D9" w:rsidRDefault="006A3E42" w:rsidP="005F4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Учи.ру</w:t>
            </w:r>
          </w:p>
        </w:tc>
        <w:tc>
          <w:tcPr>
            <w:tcW w:w="1837" w:type="dxa"/>
          </w:tcPr>
          <w:p w:rsidR="006A3E42" w:rsidRPr="007E019D" w:rsidRDefault="006A3E42" w:rsidP="005F4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Учить </w:t>
            </w:r>
          </w:p>
        </w:tc>
      </w:tr>
      <w:tr w:rsidR="006A3E42" w:rsidRPr="007E019D" w:rsidTr="004C4C6E">
        <w:trPr>
          <w:trHeight w:val="151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4</w:t>
            </w:r>
          </w:p>
        </w:tc>
        <w:tc>
          <w:tcPr>
            <w:tcW w:w="1752" w:type="dxa"/>
          </w:tcPr>
          <w:p w:rsidR="006A3E42" w:rsidRPr="004C4C6E" w:rsidRDefault="006A3E42" w:rsidP="005F4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Физическая культура</w:t>
            </w: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Гимнастические упражнения с обручем.</w:t>
            </w:r>
          </w:p>
        </w:tc>
        <w:tc>
          <w:tcPr>
            <w:tcW w:w="324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37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Вращение обруча.</w:t>
            </w:r>
          </w:p>
        </w:tc>
      </w:tr>
      <w:tr w:rsidR="006A3E42" w:rsidRPr="007E019D" w:rsidTr="004C4C6E">
        <w:trPr>
          <w:trHeight w:val="151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5</w:t>
            </w:r>
          </w:p>
        </w:tc>
        <w:tc>
          <w:tcPr>
            <w:tcW w:w="1752" w:type="dxa"/>
          </w:tcPr>
          <w:p w:rsidR="006A3E42" w:rsidRPr="004C4C6E" w:rsidRDefault="006A3E42" w:rsidP="007E01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E42" w:rsidRPr="007E019D" w:rsidTr="004C4C6E"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6</w:t>
            </w:r>
          </w:p>
        </w:tc>
        <w:tc>
          <w:tcPr>
            <w:tcW w:w="17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E42" w:rsidRPr="007E019D" w:rsidTr="004C4C6E"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7</w:t>
            </w:r>
          </w:p>
        </w:tc>
        <w:tc>
          <w:tcPr>
            <w:tcW w:w="17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E42" w:rsidRPr="007E019D" w:rsidTr="007E019D">
        <w:trPr>
          <w:trHeight w:val="389"/>
        </w:trPr>
        <w:tc>
          <w:tcPr>
            <w:tcW w:w="10315" w:type="dxa"/>
            <w:gridSpan w:val="5"/>
            <w:shd w:val="clear" w:color="auto" w:fill="DBE5F1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019D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Среда    15</w:t>
            </w:r>
            <w:r w:rsidRPr="007E019D">
              <w:rPr>
                <w:rFonts w:ascii="Times New Roman" w:hAnsi="Times New Roman"/>
                <w:b/>
                <w:sz w:val="24"/>
                <w:szCs w:val="24"/>
              </w:rPr>
              <w:t>.04.2020</w:t>
            </w:r>
          </w:p>
        </w:tc>
      </w:tr>
      <w:tr w:rsidR="006A3E42" w:rsidRPr="007E019D" w:rsidTr="004C4C6E">
        <w:trPr>
          <w:trHeight w:val="125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1</w:t>
            </w:r>
          </w:p>
        </w:tc>
        <w:tc>
          <w:tcPr>
            <w:tcW w:w="17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Личные окончания глаголов 1 и 2 спряжения.</w:t>
            </w:r>
          </w:p>
        </w:tc>
        <w:tc>
          <w:tcPr>
            <w:tcW w:w="3242" w:type="dxa"/>
          </w:tcPr>
          <w:p w:rsidR="006A3E42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37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Тестовые задания </w:t>
            </w:r>
          </w:p>
        </w:tc>
      </w:tr>
      <w:tr w:rsidR="006A3E42" w:rsidRPr="007E019D" w:rsidTr="004C4C6E">
        <w:trPr>
          <w:trHeight w:val="150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2</w:t>
            </w:r>
          </w:p>
        </w:tc>
        <w:tc>
          <w:tcPr>
            <w:tcW w:w="1752" w:type="dxa"/>
          </w:tcPr>
          <w:p w:rsidR="006A3E42" w:rsidRPr="007E019D" w:rsidRDefault="006A3E42" w:rsidP="005F4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Закрепление. Решение примеров и задач.</w:t>
            </w:r>
          </w:p>
        </w:tc>
        <w:tc>
          <w:tcPr>
            <w:tcW w:w="3242" w:type="dxa"/>
          </w:tcPr>
          <w:p w:rsidR="006A3E42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37" w:type="dxa"/>
          </w:tcPr>
          <w:p w:rsidR="006A3E42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250-255</w:t>
            </w:r>
          </w:p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с Учи.ру.</w:t>
            </w:r>
          </w:p>
        </w:tc>
      </w:tr>
      <w:tr w:rsidR="006A3E42" w:rsidRPr="007E019D" w:rsidTr="004C4C6E">
        <w:trPr>
          <w:trHeight w:val="109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3</w:t>
            </w:r>
          </w:p>
        </w:tc>
        <w:tc>
          <w:tcPr>
            <w:tcW w:w="1752" w:type="dxa"/>
          </w:tcPr>
          <w:p w:rsidR="006A3E42" w:rsidRPr="004C4C6E" w:rsidRDefault="006A3E42" w:rsidP="007E01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Окружающий мир</w:t>
            </w: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«Великая война и великая Победа» </w:t>
            </w:r>
          </w:p>
        </w:tc>
        <w:tc>
          <w:tcPr>
            <w:tcW w:w="324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37" w:type="dxa"/>
          </w:tcPr>
          <w:p w:rsidR="006A3E42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 87-90</w:t>
            </w:r>
          </w:p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Пересказ</w:t>
            </w:r>
          </w:p>
        </w:tc>
      </w:tr>
      <w:tr w:rsidR="006A3E42" w:rsidRPr="007E019D" w:rsidTr="004C4C6E">
        <w:trPr>
          <w:trHeight w:val="151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4</w:t>
            </w:r>
          </w:p>
        </w:tc>
        <w:tc>
          <w:tcPr>
            <w:tcW w:w="17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Родной язык Чтение</w:t>
            </w: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Б. Полевой « Последний день Матвея Кузьмина». </w:t>
            </w:r>
          </w:p>
        </w:tc>
        <w:tc>
          <w:tcPr>
            <w:tcW w:w="324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37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 1 часть.</w:t>
            </w:r>
          </w:p>
        </w:tc>
      </w:tr>
      <w:tr w:rsidR="006A3E42" w:rsidRPr="007E019D" w:rsidTr="004C4C6E">
        <w:trPr>
          <w:trHeight w:val="134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5</w:t>
            </w:r>
          </w:p>
        </w:tc>
        <w:tc>
          <w:tcPr>
            <w:tcW w:w="1752" w:type="dxa"/>
          </w:tcPr>
          <w:p w:rsidR="006A3E42" w:rsidRPr="004C4C6E" w:rsidRDefault="006A3E42" w:rsidP="007E01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Музыка</w:t>
            </w: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«Исходила младешенька» из оперы «Хованщина» М. Мусоргского.</w:t>
            </w:r>
          </w:p>
        </w:tc>
        <w:tc>
          <w:tcPr>
            <w:tcW w:w="324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37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Выучить все песни.</w:t>
            </w:r>
          </w:p>
        </w:tc>
      </w:tr>
      <w:tr w:rsidR="006A3E42" w:rsidRPr="007E019D" w:rsidTr="004C4C6E">
        <w:trPr>
          <w:trHeight w:val="125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6</w:t>
            </w:r>
          </w:p>
        </w:tc>
        <w:tc>
          <w:tcPr>
            <w:tcW w:w="17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E42" w:rsidRPr="007E019D" w:rsidTr="004C4C6E">
        <w:trPr>
          <w:trHeight w:val="134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7</w:t>
            </w:r>
          </w:p>
        </w:tc>
        <w:tc>
          <w:tcPr>
            <w:tcW w:w="17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E42" w:rsidRPr="007E019D" w:rsidTr="007E019D">
        <w:trPr>
          <w:trHeight w:val="413"/>
        </w:trPr>
        <w:tc>
          <w:tcPr>
            <w:tcW w:w="10315" w:type="dxa"/>
            <w:gridSpan w:val="5"/>
            <w:shd w:val="clear" w:color="auto" w:fill="DBE5F1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019D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Четверг   16</w:t>
            </w:r>
            <w:r w:rsidRPr="007E019D">
              <w:rPr>
                <w:rFonts w:ascii="Times New Roman" w:hAnsi="Times New Roman"/>
                <w:b/>
                <w:sz w:val="24"/>
                <w:szCs w:val="24"/>
              </w:rPr>
              <w:t>.04.2020</w:t>
            </w:r>
          </w:p>
        </w:tc>
      </w:tr>
      <w:tr w:rsidR="006A3E42" w:rsidRPr="007E019D" w:rsidTr="004C4C6E">
        <w:trPr>
          <w:trHeight w:val="150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1</w:t>
            </w:r>
          </w:p>
        </w:tc>
        <w:tc>
          <w:tcPr>
            <w:tcW w:w="17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Правописание глаголов с безударными личными окончаниями.</w:t>
            </w:r>
          </w:p>
        </w:tc>
        <w:tc>
          <w:tcPr>
            <w:tcW w:w="3242" w:type="dxa"/>
          </w:tcPr>
          <w:p w:rsidR="006A3E42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37" w:type="dxa"/>
          </w:tcPr>
          <w:p w:rsidR="006A3E42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Упр.№190-193</w:t>
            </w:r>
          </w:p>
          <w:p w:rsidR="006A3E42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с Учи.ру.</w:t>
            </w:r>
          </w:p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E42" w:rsidRPr="007E019D" w:rsidTr="004C4C6E">
        <w:trPr>
          <w:trHeight w:val="109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2</w:t>
            </w:r>
          </w:p>
        </w:tc>
        <w:tc>
          <w:tcPr>
            <w:tcW w:w="1752" w:type="dxa"/>
          </w:tcPr>
          <w:p w:rsidR="006A3E42" w:rsidRPr="004C4C6E" w:rsidRDefault="006A3E42" w:rsidP="005F448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«Погода в разных городах»</w:t>
            </w:r>
          </w:p>
        </w:tc>
        <w:tc>
          <w:tcPr>
            <w:tcW w:w="3242" w:type="dxa"/>
          </w:tcPr>
          <w:p w:rsidR="006A3E42" w:rsidRPr="006919D9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чтения</w:t>
            </w:r>
          </w:p>
        </w:tc>
      </w:tr>
      <w:tr w:rsidR="006A3E42" w:rsidRPr="007E019D" w:rsidTr="004C4C6E">
        <w:trPr>
          <w:trHeight w:val="151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3</w:t>
            </w:r>
          </w:p>
        </w:tc>
        <w:tc>
          <w:tcPr>
            <w:tcW w:w="1752" w:type="dxa"/>
          </w:tcPr>
          <w:p w:rsidR="006A3E42" w:rsidRDefault="006A3E42" w:rsidP="005F4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Литературное чтение</w:t>
            </w:r>
          </w:p>
          <w:p w:rsidR="006A3E42" w:rsidRPr="004C4C6E" w:rsidRDefault="006A3E42" w:rsidP="005F4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чтение</w:t>
            </w: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А. Есенин «Лебедушка».</w:t>
            </w:r>
          </w:p>
        </w:tc>
        <w:tc>
          <w:tcPr>
            <w:tcW w:w="324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WhatsApp </w:t>
            </w:r>
            <w:r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37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Учить.</w:t>
            </w:r>
          </w:p>
        </w:tc>
      </w:tr>
      <w:tr w:rsidR="006A3E42" w:rsidRPr="007E019D" w:rsidTr="004C4C6E">
        <w:trPr>
          <w:trHeight w:val="134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4</w:t>
            </w:r>
          </w:p>
        </w:tc>
        <w:tc>
          <w:tcPr>
            <w:tcW w:w="17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Родной язык</w:t>
            </w: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Правописание  окончания глаголов. </w:t>
            </w:r>
          </w:p>
        </w:tc>
        <w:tc>
          <w:tcPr>
            <w:tcW w:w="324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37" w:type="dxa"/>
          </w:tcPr>
          <w:p w:rsidR="006A3E42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382-386</w:t>
            </w:r>
          </w:p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правила.</w:t>
            </w:r>
          </w:p>
        </w:tc>
      </w:tr>
      <w:tr w:rsidR="006A3E42" w:rsidRPr="007E019D" w:rsidTr="004C4C6E">
        <w:trPr>
          <w:trHeight w:val="151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5</w:t>
            </w:r>
          </w:p>
        </w:tc>
        <w:tc>
          <w:tcPr>
            <w:tcW w:w="17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E42" w:rsidRPr="007E019D" w:rsidTr="004C4C6E">
        <w:trPr>
          <w:trHeight w:val="125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6</w:t>
            </w:r>
          </w:p>
        </w:tc>
        <w:tc>
          <w:tcPr>
            <w:tcW w:w="17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E42" w:rsidRPr="007E019D" w:rsidTr="007E019D">
        <w:trPr>
          <w:trHeight w:val="391"/>
        </w:trPr>
        <w:tc>
          <w:tcPr>
            <w:tcW w:w="10315" w:type="dxa"/>
            <w:gridSpan w:val="5"/>
            <w:shd w:val="clear" w:color="auto" w:fill="DBE5F1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019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Пятница   17</w:t>
            </w:r>
            <w:r w:rsidRPr="007E019D">
              <w:rPr>
                <w:rFonts w:ascii="Times New Roman" w:hAnsi="Times New Roman"/>
                <w:b/>
                <w:sz w:val="24"/>
                <w:szCs w:val="24"/>
              </w:rPr>
              <w:t>.04.2020</w:t>
            </w:r>
          </w:p>
        </w:tc>
      </w:tr>
      <w:tr w:rsidR="006A3E42" w:rsidRPr="007E019D" w:rsidTr="004C4C6E">
        <w:trPr>
          <w:trHeight w:val="134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1</w:t>
            </w:r>
          </w:p>
        </w:tc>
        <w:tc>
          <w:tcPr>
            <w:tcW w:w="17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Закрепление. Решение примеров и задач.</w:t>
            </w:r>
          </w:p>
        </w:tc>
        <w:tc>
          <w:tcPr>
            <w:tcW w:w="3242" w:type="dxa"/>
          </w:tcPr>
          <w:p w:rsidR="006A3E42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37" w:type="dxa"/>
          </w:tcPr>
          <w:p w:rsidR="006A3E42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256-263</w:t>
            </w:r>
          </w:p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ВПР.</w:t>
            </w:r>
          </w:p>
        </w:tc>
      </w:tr>
      <w:tr w:rsidR="006A3E42" w:rsidRPr="007E019D" w:rsidTr="004C4C6E">
        <w:trPr>
          <w:trHeight w:val="151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2</w:t>
            </w:r>
          </w:p>
        </w:tc>
        <w:tc>
          <w:tcPr>
            <w:tcW w:w="1752" w:type="dxa"/>
          </w:tcPr>
          <w:p w:rsidR="006A3E42" w:rsidRPr="007E019D" w:rsidRDefault="006A3E42" w:rsidP="005F4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определения 1 и 2 спряжения глаголов с безударными личными окончаниями.</w:t>
            </w:r>
          </w:p>
        </w:tc>
        <w:tc>
          <w:tcPr>
            <w:tcW w:w="3242" w:type="dxa"/>
          </w:tcPr>
          <w:p w:rsidR="006A3E42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37" w:type="dxa"/>
          </w:tcPr>
          <w:p w:rsidR="006A3E42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№200-203</w:t>
            </w:r>
          </w:p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с Учи.ру.</w:t>
            </w:r>
          </w:p>
        </w:tc>
      </w:tr>
      <w:tr w:rsidR="006A3E42" w:rsidRPr="007E019D" w:rsidTr="004C4C6E">
        <w:trPr>
          <w:trHeight w:val="151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3</w:t>
            </w:r>
          </w:p>
        </w:tc>
        <w:tc>
          <w:tcPr>
            <w:tcW w:w="1752" w:type="dxa"/>
          </w:tcPr>
          <w:p w:rsidR="006A3E42" w:rsidRPr="004C4C6E" w:rsidRDefault="006A3E42" w:rsidP="005F4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Литературное чтение</w:t>
            </w: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урок-конкурс «Поэзии прекрасной страницы».</w:t>
            </w:r>
          </w:p>
        </w:tc>
        <w:tc>
          <w:tcPr>
            <w:tcW w:w="3242" w:type="dxa"/>
          </w:tcPr>
          <w:p w:rsidR="006A3E42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37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 наизусть понравившееся стихотворение.</w:t>
            </w:r>
          </w:p>
        </w:tc>
      </w:tr>
      <w:tr w:rsidR="006A3E42" w:rsidRPr="007E019D" w:rsidTr="004C4C6E">
        <w:trPr>
          <w:trHeight w:val="151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4</w:t>
            </w:r>
          </w:p>
        </w:tc>
        <w:tc>
          <w:tcPr>
            <w:tcW w:w="1752" w:type="dxa"/>
          </w:tcPr>
          <w:p w:rsidR="006A3E42" w:rsidRPr="004C4C6E" w:rsidRDefault="006A3E42" w:rsidP="007E01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ИЗО</w:t>
            </w: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«Рисование : мать и дитя»</w:t>
            </w:r>
          </w:p>
        </w:tc>
        <w:tc>
          <w:tcPr>
            <w:tcW w:w="324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37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Докончить работу</w:t>
            </w:r>
          </w:p>
        </w:tc>
      </w:tr>
      <w:tr w:rsidR="006A3E42" w:rsidRPr="007E019D" w:rsidTr="004C4C6E">
        <w:trPr>
          <w:trHeight w:val="125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5</w:t>
            </w:r>
          </w:p>
        </w:tc>
        <w:tc>
          <w:tcPr>
            <w:tcW w:w="1752" w:type="dxa"/>
          </w:tcPr>
          <w:p w:rsidR="006A3E42" w:rsidRPr="004C4C6E" w:rsidRDefault="006A3E42" w:rsidP="005F4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Физическая культура</w:t>
            </w: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Гимнастические упражнения с обручем.</w:t>
            </w:r>
          </w:p>
        </w:tc>
        <w:tc>
          <w:tcPr>
            <w:tcW w:w="324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37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Вращение обруча.</w:t>
            </w:r>
          </w:p>
        </w:tc>
      </w:tr>
      <w:tr w:rsidR="006A3E42" w:rsidRPr="007E019D" w:rsidTr="004C4C6E">
        <w:trPr>
          <w:trHeight w:val="151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6</w:t>
            </w:r>
          </w:p>
        </w:tc>
        <w:tc>
          <w:tcPr>
            <w:tcW w:w="17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E42" w:rsidRPr="007E019D" w:rsidTr="007E019D">
        <w:trPr>
          <w:trHeight w:val="406"/>
        </w:trPr>
        <w:tc>
          <w:tcPr>
            <w:tcW w:w="10315" w:type="dxa"/>
            <w:gridSpan w:val="5"/>
            <w:shd w:val="clear" w:color="auto" w:fill="DBE5F1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E019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Суббота   18</w:t>
            </w:r>
            <w:r w:rsidRPr="007E019D">
              <w:rPr>
                <w:rFonts w:ascii="Times New Roman" w:hAnsi="Times New Roman"/>
                <w:b/>
                <w:sz w:val="24"/>
                <w:szCs w:val="24"/>
              </w:rPr>
              <w:t>.04.2020</w:t>
            </w:r>
          </w:p>
        </w:tc>
      </w:tr>
      <w:tr w:rsidR="006A3E42" w:rsidRPr="007E019D" w:rsidTr="004C4C6E">
        <w:trPr>
          <w:trHeight w:val="134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1</w:t>
            </w:r>
          </w:p>
        </w:tc>
        <w:tc>
          <w:tcPr>
            <w:tcW w:w="1752" w:type="dxa"/>
          </w:tcPr>
          <w:p w:rsidR="006A3E42" w:rsidRPr="00E25212" w:rsidRDefault="006A3E42" w:rsidP="007E01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ОРКСЭ</w:t>
            </w: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Столпы ислама. Праздники ислама.</w:t>
            </w:r>
          </w:p>
        </w:tc>
        <w:tc>
          <w:tcPr>
            <w:tcW w:w="324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37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23 читать.</w:t>
            </w:r>
          </w:p>
        </w:tc>
      </w:tr>
      <w:tr w:rsidR="006A3E42" w:rsidRPr="007E019D" w:rsidTr="004C4C6E">
        <w:trPr>
          <w:trHeight w:val="125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2</w:t>
            </w:r>
          </w:p>
        </w:tc>
        <w:tc>
          <w:tcPr>
            <w:tcW w:w="17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Окружающий мир</w:t>
            </w:r>
          </w:p>
        </w:tc>
        <w:tc>
          <w:tcPr>
            <w:tcW w:w="2952" w:type="dxa"/>
          </w:tcPr>
          <w:p w:rsidR="006A3E42" w:rsidRPr="007E019D" w:rsidRDefault="006A3E42" w:rsidP="006919D9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«Великая война и великая Победа»</w:t>
            </w:r>
          </w:p>
        </w:tc>
        <w:tc>
          <w:tcPr>
            <w:tcW w:w="324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</w:tc>
        <w:tc>
          <w:tcPr>
            <w:tcW w:w="1837" w:type="dxa"/>
          </w:tcPr>
          <w:p w:rsidR="006A3E42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 90-95 </w:t>
            </w:r>
          </w:p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Пересказ</w:t>
            </w:r>
          </w:p>
        </w:tc>
      </w:tr>
      <w:tr w:rsidR="006A3E42" w:rsidRPr="007E019D" w:rsidTr="004C4C6E">
        <w:trPr>
          <w:trHeight w:val="134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3</w:t>
            </w:r>
          </w:p>
        </w:tc>
        <w:tc>
          <w:tcPr>
            <w:tcW w:w="1752" w:type="dxa"/>
          </w:tcPr>
          <w:p w:rsidR="006A3E42" w:rsidRPr="007E019D" w:rsidRDefault="006A3E42" w:rsidP="005F44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Закрепление. Упражнения в правописании глаголов.</w:t>
            </w:r>
          </w:p>
        </w:tc>
        <w:tc>
          <w:tcPr>
            <w:tcW w:w="3242" w:type="dxa"/>
          </w:tcPr>
          <w:p w:rsidR="006A3E42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</w:p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Учи.ру.</w:t>
            </w:r>
          </w:p>
        </w:tc>
        <w:tc>
          <w:tcPr>
            <w:tcW w:w="1837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Тестовые задания </w:t>
            </w:r>
          </w:p>
        </w:tc>
      </w:tr>
      <w:tr w:rsidR="006A3E42" w:rsidRPr="007E019D" w:rsidTr="004C4C6E">
        <w:trPr>
          <w:trHeight w:val="125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4</w:t>
            </w:r>
          </w:p>
        </w:tc>
        <w:tc>
          <w:tcPr>
            <w:tcW w:w="17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Физическая культура</w:t>
            </w: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Подвижные игры на свежем воздухе.</w:t>
            </w:r>
          </w:p>
        </w:tc>
        <w:tc>
          <w:tcPr>
            <w:tcW w:w="3242" w:type="dxa"/>
          </w:tcPr>
          <w:p w:rsidR="006A3E42" w:rsidRPr="006919D9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WhatsApp </w:t>
            </w:r>
          </w:p>
        </w:tc>
        <w:tc>
          <w:tcPr>
            <w:tcW w:w="1837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Новый комплекс ОРУ.</w:t>
            </w:r>
          </w:p>
        </w:tc>
      </w:tr>
      <w:tr w:rsidR="006A3E42" w:rsidRPr="007E019D" w:rsidTr="004C4C6E">
        <w:trPr>
          <w:trHeight w:val="134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5</w:t>
            </w:r>
          </w:p>
        </w:tc>
        <w:tc>
          <w:tcPr>
            <w:tcW w:w="17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E42" w:rsidRPr="007E019D" w:rsidTr="004C4C6E">
        <w:trPr>
          <w:trHeight w:val="125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6</w:t>
            </w:r>
          </w:p>
        </w:tc>
        <w:tc>
          <w:tcPr>
            <w:tcW w:w="17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E42" w:rsidRPr="007E019D" w:rsidTr="004C4C6E">
        <w:trPr>
          <w:trHeight w:val="125"/>
        </w:trPr>
        <w:tc>
          <w:tcPr>
            <w:tcW w:w="532" w:type="dxa"/>
          </w:tcPr>
          <w:p w:rsidR="006A3E42" w:rsidRPr="007E019D" w:rsidRDefault="006A3E42" w:rsidP="007E019D">
            <w:pPr>
              <w:spacing w:after="0" w:line="240" w:lineRule="auto"/>
            </w:pPr>
            <w:r w:rsidRPr="007E019D">
              <w:t>7</w:t>
            </w:r>
          </w:p>
        </w:tc>
        <w:tc>
          <w:tcPr>
            <w:tcW w:w="17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2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6A3E42" w:rsidRPr="007E019D" w:rsidRDefault="006A3E42" w:rsidP="007E01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A3E42" w:rsidRDefault="006A3E42" w:rsidP="00760CD4">
      <w:pPr>
        <w:ind w:left="-284" w:firstLine="284"/>
      </w:pPr>
    </w:p>
    <w:sectPr w:rsidR="006A3E42" w:rsidSect="00390D87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56E"/>
    <w:rsid w:val="000578DF"/>
    <w:rsid w:val="00082E08"/>
    <w:rsid w:val="00090EB2"/>
    <w:rsid w:val="000F404E"/>
    <w:rsid w:val="00236AC0"/>
    <w:rsid w:val="002864DE"/>
    <w:rsid w:val="002C454B"/>
    <w:rsid w:val="00390D87"/>
    <w:rsid w:val="00442E16"/>
    <w:rsid w:val="004C4C6E"/>
    <w:rsid w:val="0056256E"/>
    <w:rsid w:val="005F448A"/>
    <w:rsid w:val="006440B6"/>
    <w:rsid w:val="006919D9"/>
    <w:rsid w:val="006A3E42"/>
    <w:rsid w:val="00760CD4"/>
    <w:rsid w:val="007B2D49"/>
    <w:rsid w:val="007D5DFD"/>
    <w:rsid w:val="007E019D"/>
    <w:rsid w:val="00834501"/>
    <w:rsid w:val="00AE3726"/>
    <w:rsid w:val="00E25212"/>
    <w:rsid w:val="00EE4AD2"/>
    <w:rsid w:val="00F85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E1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60CD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462</Words>
  <Characters>2638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Дневник для 4 «а» класса  МКОУ «Ашагастальская СОШ»</dc:title>
  <dc:subject/>
  <dc:creator>999</dc:creator>
  <cp:keywords/>
  <dc:description/>
  <cp:lastModifiedBy>Мадина</cp:lastModifiedBy>
  <cp:revision>2</cp:revision>
  <dcterms:created xsi:type="dcterms:W3CDTF">2020-04-13T06:20:00Z</dcterms:created>
  <dcterms:modified xsi:type="dcterms:W3CDTF">2020-04-13T06:20:00Z</dcterms:modified>
</cp:coreProperties>
</file>